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0EC" w:rsidRPr="0036355E" w:rsidRDefault="009270EC" w:rsidP="008B534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251658240">
            <v:imagedata r:id="rId7" o:title=""/>
          </v:shape>
        </w:pic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ПРОЕКТ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270EC" w:rsidRPr="0036355E" w:rsidRDefault="009270EC" w:rsidP="006E5DDE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270EC" w:rsidRPr="00161E78" w:rsidRDefault="009270EC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9270EC" w:rsidRPr="00161E78" w:rsidRDefault="009270EC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9270EC" w:rsidRPr="00161E78" w:rsidRDefault="009270EC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9270EC" w:rsidRPr="00161E78" w:rsidRDefault="009270EC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70EC" w:rsidRPr="00161E78" w:rsidRDefault="009270EC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31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9270EC" w:rsidRPr="00161E78" w:rsidRDefault="009270EC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9270EC" w:rsidRPr="00161E78" w:rsidRDefault="009270EC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70EC" w:rsidRDefault="009270EC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декабря  </w:t>
      </w:r>
      <w:r w:rsidRPr="00161E78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61E7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161E78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 ____</w:t>
      </w:r>
    </w:p>
    <w:p w:rsidR="009270EC" w:rsidRPr="00161E78" w:rsidRDefault="009270EC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9270EC" w:rsidRPr="00161E78" w:rsidRDefault="009270EC" w:rsidP="006E5DDE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9270EC" w:rsidRDefault="009270EC" w:rsidP="006E5DDE">
      <w:pPr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9270EC" w:rsidRDefault="009270EC" w:rsidP="006E5DDE">
      <w:pPr>
        <w:jc w:val="center"/>
        <w:rPr>
          <w:rFonts w:ascii="Times New Roman" w:hAnsi="Times New Roman" w:cs="Times New Roman"/>
        </w:rPr>
      </w:pPr>
    </w:p>
    <w:p w:rsidR="009270EC" w:rsidRDefault="009270EC" w:rsidP="006E5DDE">
      <w:pPr>
        <w:jc w:val="center"/>
        <w:rPr>
          <w:rFonts w:ascii="Times New Roman" w:hAnsi="Times New Roman" w:cs="Times New Roman"/>
        </w:rPr>
      </w:pPr>
    </w:p>
    <w:p w:rsidR="009270EC" w:rsidRDefault="009270EC" w:rsidP="006E5DDE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9270EC" w:rsidRPr="009D58BB">
        <w:trPr>
          <w:trHeight w:val="1097"/>
        </w:trPr>
        <w:tc>
          <w:tcPr>
            <w:tcW w:w="9016" w:type="dxa"/>
          </w:tcPr>
          <w:p w:rsidR="009270EC" w:rsidRPr="009D58BB" w:rsidRDefault="009270E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изменений в решение Совета Школьненского сельского пос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еления Белореченского района от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21 декабря 2015 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69 “О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бюджете Школьненского сельского по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селения Белореченского района 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год”</w:t>
            </w:r>
          </w:p>
          <w:p w:rsidR="009270EC" w:rsidRDefault="009270E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270EC" w:rsidRDefault="009270E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270EC" w:rsidRPr="009D58BB" w:rsidRDefault="009270E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9270EC" w:rsidRPr="00DD5EF6" w:rsidRDefault="009270EC" w:rsidP="00D111F4">
      <w:pPr>
        <w:pStyle w:val="BodyText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DD5EF6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</w:t>
      </w:r>
      <w:r>
        <w:rPr>
          <w:rFonts w:ascii="Times New Roman" w:hAnsi="Times New Roman" w:cs="Times New Roman"/>
        </w:rPr>
        <w:t>уководствуясь статьей 26 Устава</w:t>
      </w:r>
      <w:r w:rsidRPr="00DD5EF6">
        <w:rPr>
          <w:rFonts w:ascii="Times New Roman" w:hAnsi="Times New Roman" w:cs="Times New Roman"/>
        </w:rPr>
        <w:t xml:space="preserve"> Школьненского сельского поселения Белореченского района, Совет Школьненского сельского поселения Белореченского района  р е ш и л:</w:t>
      </w:r>
    </w:p>
    <w:p w:rsidR="009270EC" w:rsidRPr="00DD5EF6" w:rsidRDefault="009270EC" w:rsidP="00D111F4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Подпункты 1,2</w:t>
      </w:r>
      <w:r w:rsidRPr="00DD5EF6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9270EC" w:rsidRDefault="009270EC" w:rsidP="00D111F4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DD5EF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 бюджета </w:t>
      </w:r>
      <w:r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2016 год:</w:t>
      </w:r>
    </w:p>
    <w:p w:rsidR="009270EC" w:rsidRDefault="009270EC" w:rsidP="00D111F4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27 770 726,46 рублей;</w:t>
      </w:r>
    </w:p>
    <w:p w:rsidR="009270EC" w:rsidRDefault="009270EC" w:rsidP="00D111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28 647 100,00 рублей</w:t>
      </w:r>
      <w:r w:rsidRPr="001A296A">
        <w:rPr>
          <w:rFonts w:ascii="Times New Roman" w:hAnsi="Times New Roman" w:cs="Times New Roman"/>
          <w:sz w:val="28"/>
          <w:szCs w:val="28"/>
        </w:rPr>
        <w:t>.»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70EC" w:rsidRDefault="009270EC" w:rsidP="00D111F4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006F8">
        <w:rPr>
          <w:rFonts w:ascii="Times New Roman" w:hAnsi="Times New Roman" w:cs="Times New Roman"/>
          <w:sz w:val="28"/>
          <w:szCs w:val="28"/>
        </w:rPr>
        <w:t xml:space="preserve">2. </w:t>
      </w:r>
      <w:r w:rsidRPr="00DC3677">
        <w:rPr>
          <w:rFonts w:ascii="Times New Roman" w:hAnsi="Times New Roman" w:cs="Times New Roman"/>
          <w:sz w:val="28"/>
          <w:szCs w:val="28"/>
        </w:rPr>
        <w:t>Увеличить годовые бюджетные назначения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3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391 600,00 рублей, в том числе:</w:t>
      </w:r>
    </w:p>
    <w:p w:rsidR="009270EC" w:rsidRDefault="009270EC" w:rsidP="00D111F4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</w:t>
      </w:r>
      <w:r w:rsidRPr="00125128">
        <w:rPr>
          <w:rFonts w:ascii="Times New Roman" w:hAnsi="Times New Roman" w:cs="Times New Roman"/>
          <w:sz w:val="28"/>
          <w:szCs w:val="28"/>
        </w:rPr>
        <w:t xml:space="preserve"> доходов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6190">
        <w:rPr>
          <w:rFonts w:ascii="Times New Roman" w:hAnsi="Times New Roman" w:cs="Times New Roman"/>
          <w:sz w:val="28"/>
          <w:szCs w:val="28"/>
        </w:rPr>
        <w:t>1 05 03000 01 0000 110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C6190">
        <w:rPr>
          <w:rFonts w:ascii="Times New Roman" w:hAnsi="Times New Roman" w:cs="Times New Roman"/>
          <w:sz w:val="28"/>
          <w:szCs w:val="28"/>
        </w:rPr>
        <w:t>Единый сельскохозяйственный налог*</w:t>
      </w:r>
      <w:r>
        <w:rPr>
          <w:rFonts w:ascii="Times New Roman" w:hAnsi="Times New Roman" w:cs="Times New Roman"/>
          <w:sz w:val="28"/>
          <w:szCs w:val="28"/>
        </w:rPr>
        <w:t>»  в сумме 260 000,00 рублей,</w:t>
      </w:r>
    </w:p>
    <w:p w:rsidR="009270EC" w:rsidRDefault="009270EC" w:rsidP="00D111F4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по коду</w:t>
      </w:r>
      <w:r w:rsidRPr="00125128">
        <w:rPr>
          <w:rFonts w:ascii="Times New Roman" w:hAnsi="Times New Roman" w:cs="Times New Roman"/>
          <w:sz w:val="28"/>
          <w:szCs w:val="28"/>
        </w:rPr>
        <w:t xml:space="preserve"> доходов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422E">
        <w:rPr>
          <w:rFonts w:ascii="Times New Roman" w:hAnsi="Times New Roman" w:cs="Times New Roman"/>
          <w:sz w:val="28"/>
          <w:szCs w:val="28"/>
        </w:rPr>
        <w:t>1 06 01030 10 0000 110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81422E">
        <w:rPr>
          <w:rFonts w:ascii="Times New Roman" w:hAnsi="Times New Roman" w:cs="Times New Roman"/>
          <w:sz w:val="28"/>
          <w:szCs w:val="28"/>
        </w:rPr>
        <w:t>Налог на имущество физических лиц, взимаемый по ставкам, применяемым к объектам налогообложения, расположенным в границах сельских поселений*</w:t>
      </w:r>
      <w:r>
        <w:rPr>
          <w:rFonts w:ascii="Times New Roman" w:hAnsi="Times New Roman" w:cs="Times New Roman"/>
          <w:sz w:val="28"/>
          <w:szCs w:val="28"/>
        </w:rPr>
        <w:t>»  в сумме 120 000,00 рублей,</w:t>
      </w:r>
    </w:p>
    <w:p w:rsidR="009270EC" w:rsidRPr="00B51340" w:rsidRDefault="009270EC" w:rsidP="00D111F4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по коду</w:t>
      </w:r>
      <w:r w:rsidRPr="00125128">
        <w:rPr>
          <w:rFonts w:ascii="Times New Roman" w:hAnsi="Times New Roman" w:cs="Times New Roman"/>
          <w:sz w:val="28"/>
          <w:szCs w:val="28"/>
        </w:rPr>
        <w:t xml:space="preserve"> доходов 2 07 05030 10 0000 180 «Прочие безвозмездные поступления в бюдж</w:t>
      </w:r>
      <w:r>
        <w:rPr>
          <w:rFonts w:ascii="Times New Roman" w:hAnsi="Times New Roman" w:cs="Times New Roman"/>
          <w:sz w:val="28"/>
          <w:szCs w:val="28"/>
        </w:rPr>
        <w:t>еты сельских поселений» в сумме 11 600,00 рублей.</w:t>
      </w:r>
    </w:p>
    <w:p w:rsidR="009270EC" w:rsidRDefault="009270EC" w:rsidP="00D111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 Дополнительные доходы в сумме 391 600,00 рублей</w:t>
      </w:r>
      <w:r w:rsidRPr="000440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направить:</w:t>
      </w:r>
    </w:p>
    <w:p w:rsidR="009270EC" w:rsidRDefault="009270EC" w:rsidP="00D111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по  </w:t>
      </w:r>
      <w:r w:rsidRPr="00E028DA">
        <w:rPr>
          <w:rFonts w:ascii="Times New Roman" w:hAnsi="Times New Roman" w:cs="Times New Roman"/>
          <w:sz w:val="28"/>
          <w:szCs w:val="28"/>
        </w:rPr>
        <w:t>коду раздела, подраздела 01 13 «Другие общегосударственные вопросы»,  целевой статье   5</w:t>
      </w:r>
      <w:r>
        <w:rPr>
          <w:rFonts w:ascii="Times New Roman" w:hAnsi="Times New Roman" w:cs="Times New Roman"/>
          <w:sz w:val="28"/>
          <w:szCs w:val="28"/>
        </w:rPr>
        <w:t>160010240</w:t>
      </w:r>
      <w:r w:rsidRPr="00E028DA">
        <w:rPr>
          <w:rFonts w:ascii="Times New Roman" w:hAnsi="Times New Roman" w:cs="Times New Roman"/>
          <w:sz w:val="28"/>
          <w:szCs w:val="28"/>
        </w:rPr>
        <w:t xml:space="preserve"> «</w:t>
      </w:r>
      <w:r w:rsidRPr="00A31EB4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  <w:r>
        <w:rPr>
          <w:rFonts w:ascii="Times New Roman" w:hAnsi="Times New Roman" w:cs="Times New Roman"/>
          <w:sz w:val="28"/>
          <w:szCs w:val="28"/>
        </w:rPr>
        <w:t>» в сумме 16 400,00 рублей на изготовление земельной документации,</w:t>
      </w:r>
    </w:p>
    <w:p w:rsidR="009270EC" w:rsidRDefault="009270EC" w:rsidP="00D111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</w:t>
      </w:r>
      <w:r w:rsidRPr="00E028DA">
        <w:rPr>
          <w:rFonts w:ascii="Times New Roman" w:hAnsi="Times New Roman" w:cs="Times New Roman"/>
          <w:sz w:val="28"/>
          <w:szCs w:val="28"/>
        </w:rPr>
        <w:t>коду раздела, подраздела 01 13 «Другие общегосударственные вопросы»,  целевой статье   56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E028DA">
        <w:rPr>
          <w:rFonts w:ascii="Times New Roman" w:hAnsi="Times New Roman" w:cs="Times New Roman"/>
          <w:sz w:val="28"/>
          <w:szCs w:val="28"/>
        </w:rPr>
        <w:t>01011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028DA">
        <w:rPr>
          <w:rFonts w:ascii="Times New Roman" w:hAnsi="Times New Roman" w:cs="Times New Roman"/>
          <w:sz w:val="28"/>
          <w:szCs w:val="28"/>
        </w:rPr>
        <w:t xml:space="preserve"> «Управление  муниципальным имуществом, связанное с оценкой недвижимости, признанием прав и регулированием отношений в сфере собственности»</w:t>
      </w:r>
      <w:r>
        <w:rPr>
          <w:rFonts w:ascii="Times New Roman" w:hAnsi="Times New Roman" w:cs="Times New Roman"/>
          <w:sz w:val="28"/>
          <w:szCs w:val="28"/>
        </w:rPr>
        <w:t xml:space="preserve"> в сумме 3 800,00 рублей</w:t>
      </w:r>
      <w:r w:rsidRPr="00E028DA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перепланировку помещения,</w:t>
      </w:r>
    </w:p>
    <w:p w:rsidR="009270EC" w:rsidRPr="0081422E" w:rsidRDefault="009270EC" w:rsidP="00D111F4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22E">
        <w:rPr>
          <w:rFonts w:ascii="Times New Roman" w:hAnsi="Times New Roman" w:cs="Times New Roman"/>
          <w:sz w:val="28"/>
          <w:szCs w:val="28"/>
        </w:rPr>
        <w:t xml:space="preserve">- по  коду раздела, подраздела 05 03 «Благоустройство»,  целевой статье   6800010320 «Прочие мероприятия по благоустройству городских округов и поселений» в сумме </w:t>
      </w:r>
      <w:r>
        <w:rPr>
          <w:rFonts w:ascii="Times New Roman" w:hAnsi="Times New Roman" w:cs="Times New Roman"/>
          <w:sz w:val="28"/>
          <w:szCs w:val="28"/>
        </w:rPr>
        <w:t>10 800</w:t>
      </w:r>
      <w:r w:rsidRPr="0081422E">
        <w:rPr>
          <w:rFonts w:ascii="Times New Roman" w:hAnsi="Times New Roman" w:cs="Times New Roman"/>
          <w:sz w:val="28"/>
          <w:szCs w:val="28"/>
        </w:rPr>
        <w:t>,00 рублей на содержание трактора,</w:t>
      </w:r>
    </w:p>
    <w:p w:rsidR="009270EC" w:rsidRDefault="009270EC" w:rsidP="00D111F4">
      <w:pPr>
        <w:pStyle w:val="ConsPlusNormal"/>
        <w:tabs>
          <w:tab w:val="left" w:pos="54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по  </w:t>
      </w:r>
      <w:r w:rsidRPr="00E028DA">
        <w:rPr>
          <w:rFonts w:ascii="Times New Roman" w:hAnsi="Times New Roman" w:cs="Times New Roman"/>
          <w:sz w:val="28"/>
          <w:szCs w:val="28"/>
        </w:rPr>
        <w:t>коду раздела, подраздела</w:t>
      </w:r>
      <w:r w:rsidRPr="00A31E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08 01</w:t>
      </w:r>
      <w:r w:rsidRPr="00941035">
        <w:rPr>
          <w:rFonts w:ascii="Times New Roman" w:hAnsi="Times New Roman" w:cs="Times New Roman"/>
          <w:sz w:val="28"/>
          <w:szCs w:val="28"/>
        </w:rPr>
        <w:t xml:space="preserve"> «Культура»</w:t>
      </w:r>
      <w:r>
        <w:rPr>
          <w:rFonts w:ascii="Times New Roman" w:hAnsi="Times New Roman" w:cs="Times New Roman"/>
          <w:sz w:val="28"/>
          <w:szCs w:val="28"/>
        </w:rPr>
        <w:t xml:space="preserve"> целевой статье </w:t>
      </w:r>
      <w:r w:rsidRPr="009B461D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>200</w:t>
      </w:r>
      <w:r w:rsidRPr="009B461D">
        <w:rPr>
          <w:rFonts w:ascii="Times New Roman" w:hAnsi="Times New Roman" w:cs="Times New Roman"/>
          <w:sz w:val="28"/>
          <w:szCs w:val="28"/>
        </w:rPr>
        <w:t>0059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B461D">
        <w:t xml:space="preserve"> </w:t>
      </w:r>
      <w:r w:rsidRPr="009B461D"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» в сумме 323 700,00 рублей на заработную плату и материальные затраты, </w:t>
      </w:r>
    </w:p>
    <w:p w:rsidR="009270EC" w:rsidRDefault="009270EC" w:rsidP="00D111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по  </w:t>
      </w:r>
      <w:r w:rsidRPr="00E028DA">
        <w:rPr>
          <w:rFonts w:ascii="Times New Roman" w:hAnsi="Times New Roman" w:cs="Times New Roman"/>
          <w:sz w:val="28"/>
          <w:szCs w:val="28"/>
        </w:rPr>
        <w:t>коду раздела, подраздела</w:t>
      </w:r>
      <w:r w:rsidRPr="00A31E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08 01</w:t>
      </w:r>
      <w:r w:rsidRPr="00941035">
        <w:rPr>
          <w:rFonts w:ascii="Times New Roman" w:hAnsi="Times New Roman" w:cs="Times New Roman"/>
          <w:sz w:val="28"/>
          <w:szCs w:val="28"/>
        </w:rPr>
        <w:t xml:space="preserve"> «Культура»</w:t>
      </w:r>
      <w:r>
        <w:rPr>
          <w:rFonts w:ascii="Times New Roman" w:hAnsi="Times New Roman" w:cs="Times New Roman"/>
          <w:sz w:val="28"/>
          <w:szCs w:val="28"/>
        </w:rPr>
        <w:t xml:space="preserve"> целевой статье </w:t>
      </w:r>
      <w:r w:rsidRPr="009B461D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>300</w:t>
      </w:r>
      <w:r w:rsidRPr="009B461D">
        <w:rPr>
          <w:rFonts w:ascii="Times New Roman" w:hAnsi="Times New Roman" w:cs="Times New Roman"/>
          <w:sz w:val="28"/>
          <w:szCs w:val="28"/>
        </w:rPr>
        <w:t>0059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B461D">
        <w:t xml:space="preserve"> </w:t>
      </w:r>
      <w:r w:rsidRPr="009B461D"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 в сумме 36 900,00 рублей на заработную плату.</w:t>
      </w:r>
    </w:p>
    <w:p w:rsidR="009270EC" w:rsidRDefault="009270EC" w:rsidP="00D111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 Уменьшить ассигнования в сумме 66 100,00 рублей, в том числе предусмотренные:</w:t>
      </w:r>
    </w:p>
    <w:p w:rsidR="009270EC" w:rsidRDefault="009270EC" w:rsidP="00D111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по  коду раздела, подраздела 01 02 «</w:t>
      </w:r>
      <w:r w:rsidRPr="006E6C97">
        <w:rPr>
          <w:rFonts w:ascii="Times New Roman" w:hAnsi="Times New Roman" w:cs="Times New Roman"/>
          <w:sz w:val="28"/>
          <w:szCs w:val="28"/>
        </w:rPr>
        <w:t>Функционирование высшего должностного лица субъекта Российской Федерации 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6E6C97">
        <w:rPr>
          <w:rFonts w:ascii="Times New Roman" w:hAnsi="Times New Roman" w:cs="Times New Roman"/>
          <w:sz w:val="28"/>
          <w:szCs w:val="28"/>
        </w:rPr>
        <w:t>5010000190</w:t>
      </w:r>
      <w:r w:rsidRPr="008527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E6C97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</w:t>
      </w:r>
      <w:r>
        <w:rPr>
          <w:rFonts w:ascii="Times New Roman" w:hAnsi="Times New Roman" w:cs="Times New Roman"/>
          <w:sz w:val="28"/>
          <w:szCs w:val="28"/>
        </w:rPr>
        <w:t>», виду расходов 100 в сумме 12 000,00 рублей,</w:t>
      </w:r>
    </w:p>
    <w:p w:rsidR="009270EC" w:rsidRPr="00F006F8" w:rsidRDefault="009270EC" w:rsidP="00D111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по  коду раздела, подраздела 01 03 «</w:t>
      </w:r>
      <w:r w:rsidRPr="00C10616">
        <w:rPr>
          <w:rFonts w:ascii="Times New Roman" w:hAnsi="Times New Roman" w:cs="Times New Roman"/>
          <w:sz w:val="28"/>
          <w:szCs w:val="28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C10616">
        <w:rPr>
          <w:rFonts w:ascii="Times New Roman" w:hAnsi="Times New Roman" w:cs="Times New Roman"/>
          <w:sz w:val="28"/>
          <w:szCs w:val="28"/>
        </w:rPr>
        <w:t>9920000190</w:t>
      </w:r>
      <w:r w:rsidRPr="008527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10616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», виду расходов 200 в сумме 200,00 рублей,</w:t>
      </w:r>
    </w:p>
    <w:p w:rsidR="009270EC" w:rsidRDefault="009270EC" w:rsidP="00A95D0E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</w:t>
      </w:r>
      <w:r w:rsidRPr="00E028DA">
        <w:rPr>
          <w:rFonts w:ascii="Times New Roman" w:hAnsi="Times New Roman" w:cs="Times New Roman"/>
          <w:sz w:val="28"/>
          <w:szCs w:val="28"/>
        </w:rPr>
        <w:t xml:space="preserve">коду раздела, подраздела 01 13 «Другие общегосударственные вопросы»,  целевой статье   </w:t>
      </w:r>
      <w:r w:rsidRPr="006E6C97">
        <w:rPr>
          <w:rFonts w:ascii="Times New Roman" w:hAnsi="Times New Roman" w:cs="Times New Roman"/>
          <w:sz w:val="28"/>
          <w:szCs w:val="28"/>
        </w:rPr>
        <w:t>5600025010</w:t>
      </w:r>
      <w:r w:rsidRPr="00E028DA">
        <w:rPr>
          <w:rFonts w:ascii="Times New Roman" w:hAnsi="Times New Roman" w:cs="Times New Roman"/>
          <w:sz w:val="28"/>
          <w:szCs w:val="28"/>
        </w:rPr>
        <w:t xml:space="preserve"> «</w:t>
      </w:r>
      <w:r w:rsidRPr="006E6C97">
        <w:rPr>
          <w:rFonts w:ascii="Times New Roman" w:hAnsi="Times New Roman" w:cs="Times New Roman"/>
          <w:sz w:val="28"/>
          <w:szCs w:val="28"/>
        </w:rPr>
        <w:t>Расходы на передачу полномочий из поселений</w:t>
      </w:r>
      <w:r w:rsidRPr="00E028D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виду расходов 500 в сумме 2 000,00 рублей в связи с не заключенными соглашениями:</w:t>
      </w:r>
    </w:p>
    <w:p w:rsidR="009270EC" w:rsidRDefault="009270EC" w:rsidP="00A95D0E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 w:rsidRPr="00844CCB">
        <w:rPr>
          <w:rFonts w:ascii="Times New Roman" w:hAnsi="Times New Roman" w:cs="Times New Roman"/>
          <w:sz w:val="28"/>
          <w:szCs w:val="28"/>
        </w:rPr>
        <w:t>по распоряжению земельными участками, государственная собственность на которые не разграничена, и расположенных на территории поселения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44CCB">
        <w:rPr>
          <w:rFonts w:ascii="Times New Roman" w:hAnsi="Times New Roman" w:cs="Times New Roman"/>
          <w:sz w:val="28"/>
          <w:szCs w:val="28"/>
        </w:rPr>
        <w:t xml:space="preserve"> </w:t>
      </w:r>
      <w:r w:rsidRPr="008D0A0F">
        <w:rPr>
          <w:rFonts w:ascii="Times New Roman" w:hAnsi="Times New Roman" w:cs="Times New Roman"/>
          <w:sz w:val="28"/>
          <w:szCs w:val="28"/>
        </w:rPr>
        <w:t>принято</w:t>
      </w:r>
      <w:r>
        <w:rPr>
          <w:rFonts w:ascii="Times New Roman" w:hAnsi="Times New Roman" w:cs="Times New Roman"/>
          <w:sz w:val="28"/>
          <w:szCs w:val="28"/>
        </w:rPr>
        <w:t xml:space="preserve">го решением Совета </w:t>
      </w:r>
      <w:r w:rsidRPr="008D0A0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65</w:t>
      </w:r>
      <w:r w:rsidRPr="008D0A0F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8D0A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8D0A0F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D0A0F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9270EC" w:rsidRPr="00A95D0E" w:rsidRDefault="009270EC" w:rsidP="00A95D0E">
      <w:pPr>
        <w:tabs>
          <w:tab w:val="left" w:pos="0"/>
          <w:tab w:val="left" w:pos="54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 w:rsidRPr="00A95D0E">
        <w:rPr>
          <w:rFonts w:ascii="Times New Roman" w:hAnsi="Times New Roman" w:cs="Times New Roman"/>
          <w:sz w:val="28"/>
          <w:szCs w:val="28"/>
        </w:rPr>
        <w:t>по осуществлению муниципального земельного контроля на территории Школьненского сельского поселения Белореченского района, принятого решением Совета №77 от 20.02.2016г.,</w:t>
      </w:r>
    </w:p>
    <w:p w:rsidR="009270EC" w:rsidRDefault="009270EC" w:rsidP="00D111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 коду раздела, подраздела 02 03 «</w:t>
      </w:r>
      <w:r w:rsidRPr="006F5564">
        <w:rPr>
          <w:rFonts w:ascii="Times New Roman" w:hAnsi="Times New Roman" w:cs="Times New Roman"/>
          <w:sz w:val="28"/>
          <w:szCs w:val="28"/>
        </w:rPr>
        <w:t>Мобилизационная и вневойсковая подготовка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A45084">
        <w:rPr>
          <w:rFonts w:ascii="Times New Roman" w:hAnsi="Times New Roman" w:cs="Times New Roman"/>
          <w:sz w:val="28"/>
          <w:szCs w:val="28"/>
        </w:rPr>
        <w:t xml:space="preserve">50200L1180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F5564">
        <w:rPr>
          <w:rFonts w:ascii="Times New Roman" w:hAnsi="Times New Roman" w:cs="Times New Roman"/>
          <w:sz w:val="28"/>
          <w:szCs w:val="28"/>
        </w:rPr>
        <w:t>Осуществление первичного воинского учета на территориях, где отсутствуют военные комиссариаты</w:t>
      </w:r>
      <w:r>
        <w:rPr>
          <w:rFonts w:ascii="Times New Roman" w:hAnsi="Times New Roman" w:cs="Times New Roman"/>
          <w:sz w:val="28"/>
          <w:szCs w:val="28"/>
        </w:rPr>
        <w:t>», виду расходов 100 в сумме 36 000,00 рублей,</w:t>
      </w:r>
    </w:p>
    <w:p w:rsidR="009270EC" w:rsidRDefault="009270EC" w:rsidP="00D111F4">
      <w:pPr>
        <w:pStyle w:val="ConsPlusNormal"/>
        <w:tabs>
          <w:tab w:val="left" w:pos="36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 коду раздела, подраздела 07 07 «</w:t>
      </w:r>
      <w:r w:rsidRPr="006F5564">
        <w:rPr>
          <w:rFonts w:ascii="Times New Roman" w:hAnsi="Times New Roman" w:cs="Times New Roman"/>
          <w:sz w:val="28"/>
          <w:szCs w:val="28"/>
        </w:rPr>
        <w:t>Образование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            </w:t>
      </w:r>
      <w:r w:rsidRPr="00A45084">
        <w:rPr>
          <w:rFonts w:ascii="Times New Roman" w:hAnsi="Times New Roman" w:cs="Times New Roman"/>
          <w:sz w:val="28"/>
          <w:szCs w:val="28"/>
        </w:rPr>
        <w:t xml:space="preserve">5320010350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F5564">
        <w:rPr>
          <w:rFonts w:ascii="Times New Roman" w:hAnsi="Times New Roman" w:cs="Times New Roman"/>
          <w:sz w:val="28"/>
          <w:szCs w:val="28"/>
        </w:rPr>
        <w:t>Проведение мероприятий для детей и молодежи</w:t>
      </w:r>
      <w:r>
        <w:rPr>
          <w:rFonts w:ascii="Times New Roman" w:hAnsi="Times New Roman" w:cs="Times New Roman"/>
          <w:sz w:val="28"/>
          <w:szCs w:val="28"/>
        </w:rPr>
        <w:t>», виду расходов 200 в сумме 10 000,00 рублей,</w:t>
      </w:r>
    </w:p>
    <w:p w:rsidR="009270EC" w:rsidRDefault="009270EC" w:rsidP="00D111F4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 коду раздела, подраздела 08 04 «</w:t>
      </w:r>
      <w:r w:rsidRPr="00EC53D7">
        <w:rPr>
          <w:rFonts w:ascii="Times New Roman" w:hAnsi="Times New Roman" w:cs="Times New Roman"/>
          <w:sz w:val="28"/>
          <w:szCs w:val="28"/>
        </w:rPr>
        <w:t>Другие вопросы в области культуры, кинематографии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  </w:t>
      </w:r>
      <w:r w:rsidRPr="00A45084">
        <w:rPr>
          <w:rFonts w:ascii="Times New Roman" w:hAnsi="Times New Roman" w:cs="Times New Roman"/>
          <w:sz w:val="28"/>
          <w:szCs w:val="28"/>
        </w:rPr>
        <w:t xml:space="preserve">5210000590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C53D7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», виду расходов 100 в сумме 5 000,00 рублей, виду расходов 800 в сумме 900,00 рублей.</w:t>
      </w:r>
    </w:p>
    <w:p w:rsidR="009270EC" w:rsidRDefault="009270EC" w:rsidP="00D111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 Увеличить ассигнования в сумме 66 100,00 рублей, в том числе предусмотренные:</w:t>
      </w:r>
    </w:p>
    <w:p w:rsidR="009270EC" w:rsidRDefault="009270EC" w:rsidP="00D111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по  коду раздела, подраздела 01 04 «</w:t>
      </w:r>
      <w:r w:rsidRPr="00A65FE7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852757">
        <w:rPr>
          <w:rFonts w:ascii="Times New Roman" w:hAnsi="Times New Roman" w:cs="Times New Roman"/>
          <w:sz w:val="28"/>
          <w:szCs w:val="28"/>
        </w:rPr>
        <w:t xml:space="preserve">5020000190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5FE7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», виду расходов 100 в сумме 7 100,00 рублей, виду расходов 200 в сумме 4 900 рублей на материальные затраты,</w:t>
      </w:r>
    </w:p>
    <w:p w:rsidR="009270EC" w:rsidRDefault="009270EC" w:rsidP="00D111F4">
      <w:pPr>
        <w:pStyle w:val="ConsPlusNormal"/>
        <w:tabs>
          <w:tab w:val="left" w:pos="54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по  коду раздела, подраздела 01 03 «</w:t>
      </w:r>
      <w:r w:rsidRPr="00C10616">
        <w:rPr>
          <w:rFonts w:ascii="Times New Roman" w:hAnsi="Times New Roman" w:cs="Times New Roman"/>
          <w:sz w:val="28"/>
          <w:szCs w:val="28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C10616">
        <w:rPr>
          <w:rFonts w:ascii="Times New Roman" w:hAnsi="Times New Roman" w:cs="Times New Roman"/>
          <w:sz w:val="28"/>
          <w:szCs w:val="28"/>
        </w:rPr>
        <w:t>9920000190</w:t>
      </w:r>
      <w:r w:rsidRPr="008527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10616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», виду расходов 800 в сумме 1000,00 рублей на оплату штрафа,</w:t>
      </w:r>
    </w:p>
    <w:p w:rsidR="009270EC" w:rsidRDefault="009270EC" w:rsidP="00D111F4">
      <w:pPr>
        <w:pStyle w:val="ConsPlusNormal"/>
        <w:tabs>
          <w:tab w:val="left" w:pos="54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 коду раздела, подраздела 02 03 «</w:t>
      </w:r>
      <w:r w:rsidRPr="006F5564">
        <w:rPr>
          <w:rFonts w:ascii="Times New Roman" w:hAnsi="Times New Roman" w:cs="Times New Roman"/>
          <w:sz w:val="28"/>
          <w:szCs w:val="28"/>
        </w:rPr>
        <w:t>Мобилизационная и вневойсковая подготовка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A45084">
        <w:rPr>
          <w:rFonts w:ascii="Times New Roman" w:hAnsi="Times New Roman" w:cs="Times New Roman"/>
          <w:sz w:val="28"/>
          <w:szCs w:val="28"/>
        </w:rPr>
        <w:t xml:space="preserve">50200L1180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F5564">
        <w:rPr>
          <w:rFonts w:ascii="Times New Roman" w:hAnsi="Times New Roman" w:cs="Times New Roman"/>
          <w:sz w:val="28"/>
          <w:szCs w:val="28"/>
        </w:rPr>
        <w:t>Осуществление первичного воинского учета на территориях, где отсутствуют военные комиссариаты</w:t>
      </w:r>
      <w:r>
        <w:rPr>
          <w:rFonts w:ascii="Times New Roman" w:hAnsi="Times New Roman" w:cs="Times New Roman"/>
          <w:sz w:val="28"/>
          <w:szCs w:val="28"/>
        </w:rPr>
        <w:t>», виду расходов 200 в сумме 36 000,00 рублей на материальные затраты,</w:t>
      </w:r>
    </w:p>
    <w:p w:rsidR="009270EC" w:rsidRDefault="009270EC" w:rsidP="00D111F4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 коду раздела, подраздела 08 04 «</w:t>
      </w:r>
      <w:r w:rsidRPr="00EC53D7">
        <w:rPr>
          <w:rFonts w:ascii="Times New Roman" w:hAnsi="Times New Roman" w:cs="Times New Roman"/>
          <w:sz w:val="28"/>
          <w:szCs w:val="28"/>
        </w:rPr>
        <w:t>Другие вопросы в области культуры, кинематографии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  </w:t>
      </w:r>
      <w:r w:rsidRPr="00A45084">
        <w:rPr>
          <w:rFonts w:ascii="Times New Roman" w:hAnsi="Times New Roman" w:cs="Times New Roman"/>
          <w:sz w:val="28"/>
          <w:szCs w:val="28"/>
        </w:rPr>
        <w:t xml:space="preserve">5210000590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C53D7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», виду расходов 200 в сумме 5 900,00 рублей</w:t>
      </w:r>
      <w:r w:rsidRPr="00C106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материальные затраты,</w:t>
      </w:r>
    </w:p>
    <w:p w:rsidR="009270EC" w:rsidRDefault="009270EC" w:rsidP="00D111F4">
      <w:pPr>
        <w:pStyle w:val="ConsPlusNormal"/>
        <w:tabs>
          <w:tab w:val="left" w:pos="54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по  </w:t>
      </w:r>
      <w:r w:rsidRPr="00E028DA">
        <w:rPr>
          <w:rFonts w:ascii="Times New Roman" w:hAnsi="Times New Roman" w:cs="Times New Roman"/>
          <w:sz w:val="28"/>
          <w:szCs w:val="28"/>
        </w:rPr>
        <w:t>коду раздела, подраздела</w:t>
      </w:r>
      <w:r w:rsidRPr="00A31E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08 01</w:t>
      </w:r>
      <w:r w:rsidRPr="00941035">
        <w:rPr>
          <w:rFonts w:ascii="Times New Roman" w:hAnsi="Times New Roman" w:cs="Times New Roman"/>
          <w:sz w:val="28"/>
          <w:szCs w:val="28"/>
        </w:rPr>
        <w:t xml:space="preserve"> «Культура»</w:t>
      </w:r>
      <w:r>
        <w:rPr>
          <w:rFonts w:ascii="Times New Roman" w:hAnsi="Times New Roman" w:cs="Times New Roman"/>
          <w:sz w:val="28"/>
          <w:szCs w:val="28"/>
        </w:rPr>
        <w:t xml:space="preserve"> целевой статье </w:t>
      </w:r>
      <w:r w:rsidRPr="009B461D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>300</w:t>
      </w:r>
      <w:r w:rsidRPr="009B461D">
        <w:rPr>
          <w:rFonts w:ascii="Times New Roman" w:hAnsi="Times New Roman" w:cs="Times New Roman"/>
          <w:sz w:val="28"/>
          <w:szCs w:val="28"/>
        </w:rPr>
        <w:t>0059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B461D">
        <w:t xml:space="preserve"> </w:t>
      </w:r>
      <w:r w:rsidRPr="009B461D"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 в сумме 11 200,00 рублей на заработную плату.</w:t>
      </w:r>
    </w:p>
    <w:p w:rsidR="009270EC" w:rsidRDefault="009270EC" w:rsidP="00D111F4">
      <w:pPr>
        <w:widowControl w:val="0"/>
        <w:tabs>
          <w:tab w:val="left" w:pos="-5103"/>
          <w:tab w:val="left" w:pos="0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Закрыть средства резервного фонда в сумме 5 000,00 рублей.</w:t>
      </w:r>
    </w:p>
    <w:p w:rsidR="009270EC" w:rsidRDefault="009270EC" w:rsidP="00D111F4">
      <w:pPr>
        <w:widowControl w:val="0"/>
        <w:tabs>
          <w:tab w:val="left" w:pos="-5103"/>
          <w:tab w:val="left" w:pos="0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Высвободившиеся ассигнования направить:</w:t>
      </w:r>
    </w:p>
    <w:p w:rsidR="009270EC" w:rsidRDefault="009270EC" w:rsidP="00D111F4">
      <w:pPr>
        <w:widowControl w:val="0"/>
        <w:tabs>
          <w:tab w:val="left" w:pos="-5103"/>
          <w:tab w:val="left" w:pos="0"/>
          <w:tab w:val="left" w:pos="540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</w:t>
      </w:r>
      <w:r w:rsidRPr="00DD5EF6">
        <w:rPr>
          <w:rFonts w:ascii="Times New Roman" w:hAnsi="Times New Roman" w:cs="Times New Roman"/>
          <w:sz w:val="28"/>
          <w:szCs w:val="28"/>
        </w:rPr>
        <w:t xml:space="preserve">по коду раздела, подраздела 08 01 «Культура», целевую статью </w:t>
      </w:r>
      <w:r w:rsidRPr="009B461D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>300</w:t>
      </w:r>
      <w:r w:rsidRPr="009B461D">
        <w:rPr>
          <w:rFonts w:ascii="Times New Roman" w:hAnsi="Times New Roman" w:cs="Times New Roman"/>
          <w:sz w:val="28"/>
          <w:szCs w:val="28"/>
        </w:rPr>
        <w:t>0059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D5EF6">
        <w:rPr>
          <w:rFonts w:ascii="Times New Roman" w:hAnsi="Times New Roman" w:cs="Times New Roman"/>
          <w:sz w:val="28"/>
          <w:szCs w:val="28"/>
        </w:rPr>
        <w:t xml:space="preserve"> «Расходы на обеспечение деятельности (оказание услуг) муниципальных учреждений»</w:t>
      </w:r>
      <w:r w:rsidRPr="00C83D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 расходов 600 «</w:t>
      </w:r>
      <w:r w:rsidRPr="00C83D91">
        <w:rPr>
          <w:rFonts w:ascii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>» в сумме    3 400,00 рублей</w:t>
      </w:r>
      <w:r w:rsidRPr="008D0A0F">
        <w:rPr>
          <w:sz w:val="28"/>
          <w:szCs w:val="28"/>
        </w:rPr>
        <w:t xml:space="preserve"> </w:t>
      </w:r>
      <w:r w:rsidRPr="008F277A">
        <w:rPr>
          <w:rFonts w:ascii="Times New Roman" w:hAnsi="Times New Roman" w:cs="Times New Roman"/>
          <w:sz w:val="28"/>
          <w:szCs w:val="28"/>
        </w:rPr>
        <w:t>на заработную плату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9270EC" w:rsidRPr="00445A46" w:rsidRDefault="009270EC" w:rsidP="00D111F4">
      <w:pPr>
        <w:widowControl w:val="0"/>
        <w:tabs>
          <w:tab w:val="left" w:pos="-5103"/>
          <w:tab w:val="left" w:pos="0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DD5EF6">
        <w:rPr>
          <w:rFonts w:ascii="Times New Roman" w:hAnsi="Times New Roman" w:cs="Times New Roman"/>
          <w:sz w:val="28"/>
          <w:szCs w:val="28"/>
        </w:rPr>
        <w:t xml:space="preserve">по коду раздела, подраздела 08 01 «Культура», целевую статью </w:t>
      </w:r>
      <w:r w:rsidRPr="009B461D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>300</w:t>
      </w:r>
      <w:r w:rsidRPr="009B461D">
        <w:rPr>
          <w:rFonts w:ascii="Times New Roman" w:hAnsi="Times New Roman" w:cs="Times New Roman"/>
          <w:sz w:val="28"/>
          <w:szCs w:val="28"/>
        </w:rPr>
        <w:t>0059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D5EF6">
        <w:rPr>
          <w:rFonts w:ascii="Times New Roman" w:hAnsi="Times New Roman" w:cs="Times New Roman"/>
          <w:sz w:val="28"/>
          <w:szCs w:val="28"/>
        </w:rPr>
        <w:t xml:space="preserve"> «</w:t>
      </w:r>
      <w:r w:rsidRPr="00065DB0">
        <w:rPr>
          <w:rFonts w:ascii="Times New Roman" w:hAnsi="Times New Roman" w:cs="Times New Roman"/>
          <w:sz w:val="28"/>
          <w:szCs w:val="28"/>
        </w:rPr>
        <w:t>Осуществление отдельных гос. полномочий по предоставлению мер социальной поддержки в виде компенсации расходов на оплату жилых помещений, отопления и освещения работникам  муниципальных учреждений, проживающим и работающим в сельской местности</w:t>
      </w:r>
      <w:r w:rsidRPr="00DD5EF6">
        <w:rPr>
          <w:rFonts w:ascii="Times New Roman" w:hAnsi="Times New Roman" w:cs="Times New Roman"/>
          <w:sz w:val="28"/>
          <w:szCs w:val="28"/>
        </w:rPr>
        <w:t>»</w:t>
      </w:r>
      <w:r w:rsidRPr="00C83D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 расходов 600 «</w:t>
      </w:r>
      <w:r w:rsidRPr="00C83D91">
        <w:rPr>
          <w:rFonts w:ascii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>» в сумме  1 600,00 рублей</w:t>
      </w:r>
      <w:r w:rsidRPr="008D0A0F">
        <w:rPr>
          <w:sz w:val="28"/>
          <w:szCs w:val="28"/>
        </w:rPr>
        <w:t xml:space="preserve"> </w:t>
      </w:r>
      <w:r w:rsidRPr="008F277A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компенсационные выплаты.</w:t>
      </w:r>
    </w:p>
    <w:p w:rsidR="009270EC" w:rsidRDefault="009270EC" w:rsidP="00D111F4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Внести соответствующие изменения  в приложения № 2,4-6, изложив их в новой редакции (приложения № 1,2,3,4).</w:t>
      </w:r>
    </w:p>
    <w:p w:rsidR="009270EC" w:rsidRDefault="009270EC" w:rsidP="00D111F4">
      <w:pPr>
        <w:pStyle w:val="ConsNormal"/>
        <w:widowControl/>
        <w:tabs>
          <w:tab w:val="left" w:pos="0"/>
          <w:tab w:val="left" w:pos="3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Настоящее решение подлежит опубликованию в установленном порядке.</w:t>
      </w:r>
    </w:p>
    <w:p w:rsidR="009270EC" w:rsidRDefault="009270EC" w:rsidP="004D2DE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270EC" w:rsidRDefault="009270EC" w:rsidP="00D111F4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Настоящее решение вступает в силу со дня его опубликования.</w:t>
      </w:r>
    </w:p>
    <w:p w:rsidR="009270EC" w:rsidRDefault="009270EC" w:rsidP="004D2DE7">
      <w:pPr>
        <w:rPr>
          <w:rFonts w:ascii="Times New Roman" w:hAnsi="Times New Roman" w:cs="Times New Roman"/>
          <w:sz w:val="28"/>
          <w:szCs w:val="28"/>
        </w:rPr>
      </w:pPr>
    </w:p>
    <w:p w:rsidR="009270EC" w:rsidRDefault="009270EC" w:rsidP="004D2DE7">
      <w:pPr>
        <w:rPr>
          <w:rFonts w:ascii="Times New Roman" w:hAnsi="Times New Roman" w:cs="Times New Roman"/>
          <w:sz w:val="28"/>
          <w:szCs w:val="28"/>
        </w:rPr>
      </w:pPr>
    </w:p>
    <w:p w:rsidR="009270EC" w:rsidRDefault="009270EC" w:rsidP="004D2DE7">
      <w:pPr>
        <w:rPr>
          <w:rFonts w:ascii="Times New Roman" w:hAnsi="Times New Roman" w:cs="Times New Roman"/>
          <w:sz w:val="28"/>
          <w:szCs w:val="28"/>
        </w:rPr>
      </w:pPr>
    </w:p>
    <w:p w:rsidR="009270EC" w:rsidRDefault="009270EC" w:rsidP="004D2DE7">
      <w:pPr>
        <w:pStyle w:val="ConsNormal"/>
        <w:widowControl/>
        <w:tabs>
          <w:tab w:val="left" w:pos="0"/>
          <w:tab w:val="left" w:pos="360"/>
          <w:tab w:val="left" w:pos="522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                                                              Председатель Совета</w:t>
      </w:r>
    </w:p>
    <w:p w:rsidR="009270EC" w:rsidRDefault="009270EC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     Школьненского сельского поселения          Белореченского района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Белореченского района</w:t>
      </w:r>
    </w:p>
    <w:p w:rsidR="009270EC" w:rsidRDefault="009270EC" w:rsidP="004D2DE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В.Н.Лантратов                                           Н.В.Лавриненко                      </w:t>
      </w:r>
    </w:p>
    <w:p w:rsidR="009270EC" w:rsidRDefault="009270EC" w:rsidP="004D2DE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9270EC" w:rsidRDefault="009270EC" w:rsidP="004D2DE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</w:pPr>
    </w:p>
    <w:sectPr w:rsidR="009270EC" w:rsidSect="00DB1581">
      <w:headerReference w:type="default" r:id="rId8"/>
      <w:pgSz w:w="11906" w:h="16838"/>
      <w:pgMar w:top="1134" w:right="567" w:bottom="56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0EC" w:rsidRDefault="009270EC" w:rsidP="00B57B3B">
      <w:r>
        <w:separator/>
      </w:r>
    </w:p>
  </w:endnote>
  <w:endnote w:type="continuationSeparator" w:id="0">
    <w:p w:rsidR="009270EC" w:rsidRDefault="009270EC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0EC" w:rsidRDefault="009270EC" w:rsidP="00B57B3B">
      <w:r>
        <w:separator/>
      </w:r>
    </w:p>
  </w:footnote>
  <w:footnote w:type="continuationSeparator" w:id="0">
    <w:p w:rsidR="009270EC" w:rsidRDefault="009270EC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0EC" w:rsidRPr="003139BC" w:rsidRDefault="009270EC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4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9270EC" w:rsidRDefault="009270E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">
    <w:nsid w:val="728C26B9"/>
    <w:multiLevelType w:val="multilevel"/>
    <w:tmpl w:val="04708954"/>
    <w:lvl w:ilvl="0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4">
    <w:nsid w:val="777E6737"/>
    <w:multiLevelType w:val="multilevel"/>
    <w:tmpl w:val="04708954"/>
    <w:lvl w:ilvl="0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126E8"/>
    <w:rsid w:val="00013D4C"/>
    <w:rsid w:val="00013FC8"/>
    <w:rsid w:val="0001562E"/>
    <w:rsid w:val="00017DF0"/>
    <w:rsid w:val="0002516C"/>
    <w:rsid w:val="00025588"/>
    <w:rsid w:val="00030337"/>
    <w:rsid w:val="00035659"/>
    <w:rsid w:val="00044004"/>
    <w:rsid w:val="00054A0C"/>
    <w:rsid w:val="000555BA"/>
    <w:rsid w:val="00065DB0"/>
    <w:rsid w:val="000745B1"/>
    <w:rsid w:val="000775A2"/>
    <w:rsid w:val="00083738"/>
    <w:rsid w:val="00084484"/>
    <w:rsid w:val="0009154D"/>
    <w:rsid w:val="000923CD"/>
    <w:rsid w:val="000925BE"/>
    <w:rsid w:val="000A21CA"/>
    <w:rsid w:val="000A2926"/>
    <w:rsid w:val="000A5A80"/>
    <w:rsid w:val="000A63A2"/>
    <w:rsid w:val="000B0282"/>
    <w:rsid w:val="000B3397"/>
    <w:rsid w:val="000D1831"/>
    <w:rsid w:val="000D36C2"/>
    <w:rsid w:val="000D5EFA"/>
    <w:rsid w:val="000D65D9"/>
    <w:rsid w:val="000E209B"/>
    <w:rsid w:val="00111AC0"/>
    <w:rsid w:val="00115181"/>
    <w:rsid w:val="00115322"/>
    <w:rsid w:val="001177DA"/>
    <w:rsid w:val="00121EF8"/>
    <w:rsid w:val="00122F78"/>
    <w:rsid w:val="00125128"/>
    <w:rsid w:val="00126D0D"/>
    <w:rsid w:val="001410FA"/>
    <w:rsid w:val="0014349A"/>
    <w:rsid w:val="00144247"/>
    <w:rsid w:val="00156AB4"/>
    <w:rsid w:val="0016042A"/>
    <w:rsid w:val="00161E78"/>
    <w:rsid w:val="0016416E"/>
    <w:rsid w:val="00164408"/>
    <w:rsid w:val="00167482"/>
    <w:rsid w:val="00167C70"/>
    <w:rsid w:val="00170F63"/>
    <w:rsid w:val="00171EEC"/>
    <w:rsid w:val="00181EBA"/>
    <w:rsid w:val="001857CD"/>
    <w:rsid w:val="001860AA"/>
    <w:rsid w:val="00186739"/>
    <w:rsid w:val="00193192"/>
    <w:rsid w:val="0019405F"/>
    <w:rsid w:val="00194CE4"/>
    <w:rsid w:val="001A296A"/>
    <w:rsid w:val="001A6510"/>
    <w:rsid w:val="001A6D2F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6EC4"/>
    <w:rsid w:val="001C7ACB"/>
    <w:rsid w:val="001D0B4A"/>
    <w:rsid w:val="001D3FAB"/>
    <w:rsid w:val="001D481B"/>
    <w:rsid w:val="001D7C02"/>
    <w:rsid w:val="001E1C9B"/>
    <w:rsid w:val="001E33FB"/>
    <w:rsid w:val="001E3D89"/>
    <w:rsid w:val="00200CA1"/>
    <w:rsid w:val="00201C86"/>
    <w:rsid w:val="00203FD5"/>
    <w:rsid w:val="00210A11"/>
    <w:rsid w:val="00221DB4"/>
    <w:rsid w:val="00233C0A"/>
    <w:rsid w:val="00235D26"/>
    <w:rsid w:val="0023657E"/>
    <w:rsid w:val="00237868"/>
    <w:rsid w:val="0024297E"/>
    <w:rsid w:val="002504D7"/>
    <w:rsid w:val="00253C20"/>
    <w:rsid w:val="00255B84"/>
    <w:rsid w:val="00260F0C"/>
    <w:rsid w:val="00271227"/>
    <w:rsid w:val="00271568"/>
    <w:rsid w:val="00273879"/>
    <w:rsid w:val="00276C40"/>
    <w:rsid w:val="002849D9"/>
    <w:rsid w:val="00284D12"/>
    <w:rsid w:val="00285B2C"/>
    <w:rsid w:val="002942FA"/>
    <w:rsid w:val="002A2BBD"/>
    <w:rsid w:val="002A3252"/>
    <w:rsid w:val="002B1960"/>
    <w:rsid w:val="002B1AF6"/>
    <w:rsid w:val="002C1A75"/>
    <w:rsid w:val="002C350E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01EB2"/>
    <w:rsid w:val="003139BC"/>
    <w:rsid w:val="003153D4"/>
    <w:rsid w:val="00315D3B"/>
    <w:rsid w:val="00316749"/>
    <w:rsid w:val="00321CF9"/>
    <w:rsid w:val="00326F5E"/>
    <w:rsid w:val="00327591"/>
    <w:rsid w:val="003372C6"/>
    <w:rsid w:val="003530AB"/>
    <w:rsid w:val="00353935"/>
    <w:rsid w:val="003542ED"/>
    <w:rsid w:val="00355001"/>
    <w:rsid w:val="0036355E"/>
    <w:rsid w:val="003637DC"/>
    <w:rsid w:val="00367577"/>
    <w:rsid w:val="00367A8B"/>
    <w:rsid w:val="00367F21"/>
    <w:rsid w:val="00371E03"/>
    <w:rsid w:val="00394308"/>
    <w:rsid w:val="00395B22"/>
    <w:rsid w:val="00397A9A"/>
    <w:rsid w:val="003A0C18"/>
    <w:rsid w:val="003A1637"/>
    <w:rsid w:val="003B31B8"/>
    <w:rsid w:val="003B5708"/>
    <w:rsid w:val="003B6688"/>
    <w:rsid w:val="003B7053"/>
    <w:rsid w:val="003E4804"/>
    <w:rsid w:val="003F181F"/>
    <w:rsid w:val="00410F52"/>
    <w:rsid w:val="0041238D"/>
    <w:rsid w:val="0041244D"/>
    <w:rsid w:val="0041759B"/>
    <w:rsid w:val="00434016"/>
    <w:rsid w:val="00444314"/>
    <w:rsid w:val="00445A46"/>
    <w:rsid w:val="00445D9C"/>
    <w:rsid w:val="004517E4"/>
    <w:rsid w:val="0045431B"/>
    <w:rsid w:val="0046258A"/>
    <w:rsid w:val="004728DB"/>
    <w:rsid w:val="00477148"/>
    <w:rsid w:val="004846F0"/>
    <w:rsid w:val="00486674"/>
    <w:rsid w:val="004869BB"/>
    <w:rsid w:val="00490118"/>
    <w:rsid w:val="00492F4E"/>
    <w:rsid w:val="00497319"/>
    <w:rsid w:val="00497BC7"/>
    <w:rsid w:val="004A259A"/>
    <w:rsid w:val="004A7390"/>
    <w:rsid w:val="004B1AB3"/>
    <w:rsid w:val="004B4354"/>
    <w:rsid w:val="004C4728"/>
    <w:rsid w:val="004C6CEC"/>
    <w:rsid w:val="004D2DE7"/>
    <w:rsid w:val="004D3045"/>
    <w:rsid w:val="004D3AB9"/>
    <w:rsid w:val="004D5228"/>
    <w:rsid w:val="004F324E"/>
    <w:rsid w:val="004F39C5"/>
    <w:rsid w:val="004F5523"/>
    <w:rsid w:val="004F7027"/>
    <w:rsid w:val="0050053D"/>
    <w:rsid w:val="00505CF9"/>
    <w:rsid w:val="00507A5E"/>
    <w:rsid w:val="005118AD"/>
    <w:rsid w:val="00511F3E"/>
    <w:rsid w:val="00513217"/>
    <w:rsid w:val="00513393"/>
    <w:rsid w:val="00517464"/>
    <w:rsid w:val="0052009A"/>
    <w:rsid w:val="00521F62"/>
    <w:rsid w:val="00525406"/>
    <w:rsid w:val="00530999"/>
    <w:rsid w:val="00535EDA"/>
    <w:rsid w:val="00541885"/>
    <w:rsid w:val="0054211B"/>
    <w:rsid w:val="00542C7C"/>
    <w:rsid w:val="00551B85"/>
    <w:rsid w:val="00552E1B"/>
    <w:rsid w:val="005573B4"/>
    <w:rsid w:val="00557B0E"/>
    <w:rsid w:val="0056026D"/>
    <w:rsid w:val="005738FE"/>
    <w:rsid w:val="00574C69"/>
    <w:rsid w:val="0057516E"/>
    <w:rsid w:val="00580429"/>
    <w:rsid w:val="0059421D"/>
    <w:rsid w:val="0059734A"/>
    <w:rsid w:val="00597708"/>
    <w:rsid w:val="005A573F"/>
    <w:rsid w:val="005B02F1"/>
    <w:rsid w:val="005C34BC"/>
    <w:rsid w:val="005C41A2"/>
    <w:rsid w:val="005D15F9"/>
    <w:rsid w:val="005D6E64"/>
    <w:rsid w:val="005D7FF2"/>
    <w:rsid w:val="005E366B"/>
    <w:rsid w:val="005E3BA4"/>
    <w:rsid w:val="005E7F55"/>
    <w:rsid w:val="005F3F0F"/>
    <w:rsid w:val="005F6498"/>
    <w:rsid w:val="006078D7"/>
    <w:rsid w:val="00613DA6"/>
    <w:rsid w:val="006142AF"/>
    <w:rsid w:val="00614C6B"/>
    <w:rsid w:val="006301B3"/>
    <w:rsid w:val="006331F8"/>
    <w:rsid w:val="006447A9"/>
    <w:rsid w:val="006454C5"/>
    <w:rsid w:val="00654C50"/>
    <w:rsid w:val="006602EC"/>
    <w:rsid w:val="00663EEA"/>
    <w:rsid w:val="00665A87"/>
    <w:rsid w:val="00666779"/>
    <w:rsid w:val="006719EC"/>
    <w:rsid w:val="00676CA9"/>
    <w:rsid w:val="00687224"/>
    <w:rsid w:val="006A182E"/>
    <w:rsid w:val="006A47E2"/>
    <w:rsid w:val="006B10A2"/>
    <w:rsid w:val="006B2EAF"/>
    <w:rsid w:val="006B578C"/>
    <w:rsid w:val="006B708B"/>
    <w:rsid w:val="006C1614"/>
    <w:rsid w:val="006D2C1D"/>
    <w:rsid w:val="006D5CD3"/>
    <w:rsid w:val="006D6DDE"/>
    <w:rsid w:val="006D7B65"/>
    <w:rsid w:val="006E5DDE"/>
    <w:rsid w:val="006E6C97"/>
    <w:rsid w:val="006F5564"/>
    <w:rsid w:val="007005AD"/>
    <w:rsid w:val="007010A4"/>
    <w:rsid w:val="00701E65"/>
    <w:rsid w:val="007045D2"/>
    <w:rsid w:val="007048B9"/>
    <w:rsid w:val="0072038E"/>
    <w:rsid w:val="00723EB8"/>
    <w:rsid w:val="00736985"/>
    <w:rsid w:val="007375DE"/>
    <w:rsid w:val="007413D2"/>
    <w:rsid w:val="00746BF8"/>
    <w:rsid w:val="00747151"/>
    <w:rsid w:val="00755BDB"/>
    <w:rsid w:val="00757C2D"/>
    <w:rsid w:val="007630D3"/>
    <w:rsid w:val="00764E8A"/>
    <w:rsid w:val="00765920"/>
    <w:rsid w:val="00767039"/>
    <w:rsid w:val="00767498"/>
    <w:rsid w:val="00770682"/>
    <w:rsid w:val="007747C1"/>
    <w:rsid w:val="00775D70"/>
    <w:rsid w:val="00777B45"/>
    <w:rsid w:val="007805A2"/>
    <w:rsid w:val="00783472"/>
    <w:rsid w:val="007972EC"/>
    <w:rsid w:val="007A1FD1"/>
    <w:rsid w:val="007A6B19"/>
    <w:rsid w:val="007B68AC"/>
    <w:rsid w:val="007C0ACC"/>
    <w:rsid w:val="007D4A9A"/>
    <w:rsid w:val="007D7F0B"/>
    <w:rsid w:val="007F0F46"/>
    <w:rsid w:val="007F76D3"/>
    <w:rsid w:val="007F7715"/>
    <w:rsid w:val="00802EDC"/>
    <w:rsid w:val="00804CA7"/>
    <w:rsid w:val="0080564A"/>
    <w:rsid w:val="00810BBD"/>
    <w:rsid w:val="0081422E"/>
    <w:rsid w:val="00814BDA"/>
    <w:rsid w:val="008155FD"/>
    <w:rsid w:val="00816690"/>
    <w:rsid w:val="0082078B"/>
    <w:rsid w:val="008209EF"/>
    <w:rsid w:val="00822DCF"/>
    <w:rsid w:val="0082327B"/>
    <w:rsid w:val="00831316"/>
    <w:rsid w:val="008318BA"/>
    <w:rsid w:val="00835B3F"/>
    <w:rsid w:val="00837798"/>
    <w:rsid w:val="0084153A"/>
    <w:rsid w:val="00843519"/>
    <w:rsid w:val="00843D76"/>
    <w:rsid w:val="00844CCB"/>
    <w:rsid w:val="008507AF"/>
    <w:rsid w:val="0085170F"/>
    <w:rsid w:val="00852757"/>
    <w:rsid w:val="00854DFD"/>
    <w:rsid w:val="0085545F"/>
    <w:rsid w:val="00862DE5"/>
    <w:rsid w:val="00871377"/>
    <w:rsid w:val="00873896"/>
    <w:rsid w:val="00875421"/>
    <w:rsid w:val="00881148"/>
    <w:rsid w:val="00882A64"/>
    <w:rsid w:val="00883DDB"/>
    <w:rsid w:val="00886416"/>
    <w:rsid w:val="00891B51"/>
    <w:rsid w:val="00896DCC"/>
    <w:rsid w:val="00897E7A"/>
    <w:rsid w:val="008A0B89"/>
    <w:rsid w:val="008A4D2D"/>
    <w:rsid w:val="008B4059"/>
    <w:rsid w:val="008B5349"/>
    <w:rsid w:val="008B6240"/>
    <w:rsid w:val="008B76CE"/>
    <w:rsid w:val="008C2BFE"/>
    <w:rsid w:val="008C79D6"/>
    <w:rsid w:val="008D0A0F"/>
    <w:rsid w:val="008D211D"/>
    <w:rsid w:val="008D4B38"/>
    <w:rsid w:val="008D4E4F"/>
    <w:rsid w:val="008D554F"/>
    <w:rsid w:val="008E12FA"/>
    <w:rsid w:val="008E305D"/>
    <w:rsid w:val="008E4C84"/>
    <w:rsid w:val="008E7572"/>
    <w:rsid w:val="008F1D5E"/>
    <w:rsid w:val="008F277A"/>
    <w:rsid w:val="00901198"/>
    <w:rsid w:val="009037DC"/>
    <w:rsid w:val="00903806"/>
    <w:rsid w:val="00907184"/>
    <w:rsid w:val="00910611"/>
    <w:rsid w:val="0091129A"/>
    <w:rsid w:val="0092011B"/>
    <w:rsid w:val="009220CE"/>
    <w:rsid w:val="00922148"/>
    <w:rsid w:val="00922DD3"/>
    <w:rsid w:val="00925652"/>
    <w:rsid w:val="009270EC"/>
    <w:rsid w:val="009307A5"/>
    <w:rsid w:val="009309B9"/>
    <w:rsid w:val="0093116D"/>
    <w:rsid w:val="009319DB"/>
    <w:rsid w:val="0093387D"/>
    <w:rsid w:val="00941035"/>
    <w:rsid w:val="00942409"/>
    <w:rsid w:val="00945017"/>
    <w:rsid w:val="00950B72"/>
    <w:rsid w:val="00952021"/>
    <w:rsid w:val="00957CB9"/>
    <w:rsid w:val="00965867"/>
    <w:rsid w:val="00971CA8"/>
    <w:rsid w:val="00972EDB"/>
    <w:rsid w:val="00973D54"/>
    <w:rsid w:val="009752B5"/>
    <w:rsid w:val="00976523"/>
    <w:rsid w:val="00987858"/>
    <w:rsid w:val="009959A2"/>
    <w:rsid w:val="009A223F"/>
    <w:rsid w:val="009A27D5"/>
    <w:rsid w:val="009A79F8"/>
    <w:rsid w:val="009A7EFE"/>
    <w:rsid w:val="009B3142"/>
    <w:rsid w:val="009B461D"/>
    <w:rsid w:val="009C061D"/>
    <w:rsid w:val="009C3754"/>
    <w:rsid w:val="009C6A55"/>
    <w:rsid w:val="009D0AB6"/>
    <w:rsid w:val="009D58BB"/>
    <w:rsid w:val="009D5E71"/>
    <w:rsid w:val="009D6F55"/>
    <w:rsid w:val="009E52A0"/>
    <w:rsid w:val="009E53F2"/>
    <w:rsid w:val="009E6447"/>
    <w:rsid w:val="009E69D6"/>
    <w:rsid w:val="009E7861"/>
    <w:rsid w:val="00A028CD"/>
    <w:rsid w:val="00A14C04"/>
    <w:rsid w:val="00A22233"/>
    <w:rsid w:val="00A224F0"/>
    <w:rsid w:val="00A31EB4"/>
    <w:rsid w:val="00A33813"/>
    <w:rsid w:val="00A408B0"/>
    <w:rsid w:val="00A4200A"/>
    <w:rsid w:val="00A45084"/>
    <w:rsid w:val="00A5653B"/>
    <w:rsid w:val="00A5786A"/>
    <w:rsid w:val="00A60D9F"/>
    <w:rsid w:val="00A65FE7"/>
    <w:rsid w:val="00A674A9"/>
    <w:rsid w:val="00A72975"/>
    <w:rsid w:val="00A850DC"/>
    <w:rsid w:val="00A927CD"/>
    <w:rsid w:val="00A95D0E"/>
    <w:rsid w:val="00A969F6"/>
    <w:rsid w:val="00AB3310"/>
    <w:rsid w:val="00AC3B6A"/>
    <w:rsid w:val="00AD1D8E"/>
    <w:rsid w:val="00AD218C"/>
    <w:rsid w:val="00AD5AD8"/>
    <w:rsid w:val="00AE5C61"/>
    <w:rsid w:val="00AE7999"/>
    <w:rsid w:val="00AF07F8"/>
    <w:rsid w:val="00AF5037"/>
    <w:rsid w:val="00AF6990"/>
    <w:rsid w:val="00AF7645"/>
    <w:rsid w:val="00B03D3F"/>
    <w:rsid w:val="00B06201"/>
    <w:rsid w:val="00B104D1"/>
    <w:rsid w:val="00B13DE0"/>
    <w:rsid w:val="00B1650C"/>
    <w:rsid w:val="00B2766A"/>
    <w:rsid w:val="00B314C6"/>
    <w:rsid w:val="00B31CBE"/>
    <w:rsid w:val="00B3353F"/>
    <w:rsid w:val="00B33E9C"/>
    <w:rsid w:val="00B34727"/>
    <w:rsid w:val="00B34945"/>
    <w:rsid w:val="00B4514E"/>
    <w:rsid w:val="00B47643"/>
    <w:rsid w:val="00B50934"/>
    <w:rsid w:val="00B51340"/>
    <w:rsid w:val="00B52B38"/>
    <w:rsid w:val="00B52C91"/>
    <w:rsid w:val="00B54EEA"/>
    <w:rsid w:val="00B55865"/>
    <w:rsid w:val="00B57B3B"/>
    <w:rsid w:val="00B644DA"/>
    <w:rsid w:val="00B66A98"/>
    <w:rsid w:val="00B6740D"/>
    <w:rsid w:val="00B82371"/>
    <w:rsid w:val="00B82B12"/>
    <w:rsid w:val="00B839C1"/>
    <w:rsid w:val="00B92C9F"/>
    <w:rsid w:val="00B93251"/>
    <w:rsid w:val="00B93C4A"/>
    <w:rsid w:val="00B9683F"/>
    <w:rsid w:val="00BA0CB7"/>
    <w:rsid w:val="00BA2F98"/>
    <w:rsid w:val="00BA3427"/>
    <w:rsid w:val="00BA4C14"/>
    <w:rsid w:val="00BA5363"/>
    <w:rsid w:val="00BB0BAB"/>
    <w:rsid w:val="00BB3922"/>
    <w:rsid w:val="00BB4D94"/>
    <w:rsid w:val="00BB7C74"/>
    <w:rsid w:val="00BC1663"/>
    <w:rsid w:val="00BC1BC1"/>
    <w:rsid w:val="00BC609A"/>
    <w:rsid w:val="00BC7426"/>
    <w:rsid w:val="00BD0C81"/>
    <w:rsid w:val="00BE4009"/>
    <w:rsid w:val="00BE528A"/>
    <w:rsid w:val="00BE7CE4"/>
    <w:rsid w:val="00BF614C"/>
    <w:rsid w:val="00C02739"/>
    <w:rsid w:val="00C028D7"/>
    <w:rsid w:val="00C047DB"/>
    <w:rsid w:val="00C062FA"/>
    <w:rsid w:val="00C10616"/>
    <w:rsid w:val="00C31DEB"/>
    <w:rsid w:val="00C32E45"/>
    <w:rsid w:val="00C34742"/>
    <w:rsid w:val="00C351E8"/>
    <w:rsid w:val="00C35EE9"/>
    <w:rsid w:val="00C402FB"/>
    <w:rsid w:val="00C57BBA"/>
    <w:rsid w:val="00C64896"/>
    <w:rsid w:val="00C6531B"/>
    <w:rsid w:val="00C70AF5"/>
    <w:rsid w:val="00C83D91"/>
    <w:rsid w:val="00C9011F"/>
    <w:rsid w:val="00C90DBC"/>
    <w:rsid w:val="00C94739"/>
    <w:rsid w:val="00C96B0F"/>
    <w:rsid w:val="00CB0377"/>
    <w:rsid w:val="00CB06B6"/>
    <w:rsid w:val="00CB3011"/>
    <w:rsid w:val="00CB33DF"/>
    <w:rsid w:val="00CB5FE9"/>
    <w:rsid w:val="00CC2119"/>
    <w:rsid w:val="00CC4FB0"/>
    <w:rsid w:val="00CC652E"/>
    <w:rsid w:val="00CD027C"/>
    <w:rsid w:val="00CD4EEC"/>
    <w:rsid w:val="00CD6630"/>
    <w:rsid w:val="00CD6CEB"/>
    <w:rsid w:val="00CE31CD"/>
    <w:rsid w:val="00CE3EBE"/>
    <w:rsid w:val="00CE688A"/>
    <w:rsid w:val="00CF5602"/>
    <w:rsid w:val="00D111F4"/>
    <w:rsid w:val="00D117B8"/>
    <w:rsid w:val="00D348D8"/>
    <w:rsid w:val="00D35DB7"/>
    <w:rsid w:val="00D36B4C"/>
    <w:rsid w:val="00D36FFB"/>
    <w:rsid w:val="00D50041"/>
    <w:rsid w:val="00D50E4C"/>
    <w:rsid w:val="00D564D9"/>
    <w:rsid w:val="00D57B1F"/>
    <w:rsid w:val="00D57DB8"/>
    <w:rsid w:val="00D6063D"/>
    <w:rsid w:val="00D61196"/>
    <w:rsid w:val="00D72D7A"/>
    <w:rsid w:val="00D75C69"/>
    <w:rsid w:val="00D775B8"/>
    <w:rsid w:val="00D77D2C"/>
    <w:rsid w:val="00D8186A"/>
    <w:rsid w:val="00D8522B"/>
    <w:rsid w:val="00D874A4"/>
    <w:rsid w:val="00D87551"/>
    <w:rsid w:val="00D933A2"/>
    <w:rsid w:val="00D93E08"/>
    <w:rsid w:val="00D962B4"/>
    <w:rsid w:val="00D96D93"/>
    <w:rsid w:val="00D971DC"/>
    <w:rsid w:val="00DA0532"/>
    <w:rsid w:val="00DA0E14"/>
    <w:rsid w:val="00DA1008"/>
    <w:rsid w:val="00DB1581"/>
    <w:rsid w:val="00DB3363"/>
    <w:rsid w:val="00DB7F2B"/>
    <w:rsid w:val="00DC3677"/>
    <w:rsid w:val="00DC67B8"/>
    <w:rsid w:val="00DC7B4C"/>
    <w:rsid w:val="00DD36E1"/>
    <w:rsid w:val="00DD5EF6"/>
    <w:rsid w:val="00DE2915"/>
    <w:rsid w:val="00DE7663"/>
    <w:rsid w:val="00DF1922"/>
    <w:rsid w:val="00DF4B9E"/>
    <w:rsid w:val="00DF61AC"/>
    <w:rsid w:val="00E00097"/>
    <w:rsid w:val="00E0254A"/>
    <w:rsid w:val="00E028DA"/>
    <w:rsid w:val="00E04B88"/>
    <w:rsid w:val="00E0550D"/>
    <w:rsid w:val="00E1238C"/>
    <w:rsid w:val="00E152EF"/>
    <w:rsid w:val="00E217A2"/>
    <w:rsid w:val="00E218DB"/>
    <w:rsid w:val="00E23256"/>
    <w:rsid w:val="00E27CB9"/>
    <w:rsid w:val="00E31855"/>
    <w:rsid w:val="00E32359"/>
    <w:rsid w:val="00E3589D"/>
    <w:rsid w:val="00E4290A"/>
    <w:rsid w:val="00E44DD2"/>
    <w:rsid w:val="00E5128B"/>
    <w:rsid w:val="00E5217E"/>
    <w:rsid w:val="00E617FC"/>
    <w:rsid w:val="00E6529E"/>
    <w:rsid w:val="00E66240"/>
    <w:rsid w:val="00E66445"/>
    <w:rsid w:val="00E66CCA"/>
    <w:rsid w:val="00E7483A"/>
    <w:rsid w:val="00E80452"/>
    <w:rsid w:val="00E8049E"/>
    <w:rsid w:val="00E83099"/>
    <w:rsid w:val="00E85A77"/>
    <w:rsid w:val="00E920CF"/>
    <w:rsid w:val="00E94647"/>
    <w:rsid w:val="00EA598F"/>
    <w:rsid w:val="00EB04F7"/>
    <w:rsid w:val="00EB2531"/>
    <w:rsid w:val="00EB3D68"/>
    <w:rsid w:val="00EB4346"/>
    <w:rsid w:val="00EB5495"/>
    <w:rsid w:val="00EC0FF3"/>
    <w:rsid w:val="00EC161C"/>
    <w:rsid w:val="00EC53D7"/>
    <w:rsid w:val="00EC6190"/>
    <w:rsid w:val="00ED07F0"/>
    <w:rsid w:val="00ED3DDA"/>
    <w:rsid w:val="00ED4917"/>
    <w:rsid w:val="00EF0640"/>
    <w:rsid w:val="00EF127F"/>
    <w:rsid w:val="00EF161D"/>
    <w:rsid w:val="00EF190B"/>
    <w:rsid w:val="00EF561E"/>
    <w:rsid w:val="00EF5F68"/>
    <w:rsid w:val="00F006F8"/>
    <w:rsid w:val="00F03BF2"/>
    <w:rsid w:val="00F06F66"/>
    <w:rsid w:val="00F070A5"/>
    <w:rsid w:val="00F11011"/>
    <w:rsid w:val="00F124E5"/>
    <w:rsid w:val="00F1354C"/>
    <w:rsid w:val="00F15F05"/>
    <w:rsid w:val="00F2294B"/>
    <w:rsid w:val="00F31FC6"/>
    <w:rsid w:val="00F36A98"/>
    <w:rsid w:val="00F36BF8"/>
    <w:rsid w:val="00F37B76"/>
    <w:rsid w:val="00F4292D"/>
    <w:rsid w:val="00F46813"/>
    <w:rsid w:val="00F47884"/>
    <w:rsid w:val="00F47A9E"/>
    <w:rsid w:val="00F516A6"/>
    <w:rsid w:val="00F60ECA"/>
    <w:rsid w:val="00F658E0"/>
    <w:rsid w:val="00F718C8"/>
    <w:rsid w:val="00F728A4"/>
    <w:rsid w:val="00F73150"/>
    <w:rsid w:val="00F843BF"/>
    <w:rsid w:val="00F849C4"/>
    <w:rsid w:val="00F90BD5"/>
    <w:rsid w:val="00F91EB5"/>
    <w:rsid w:val="00F92F66"/>
    <w:rsid w:val="00FB2285"/>
    <w:rsid w:val="00FB38CA"/>
    <w:rsid w:val="00FB3F7F"/>
    <w:rsid w:val="00FC204D"/>
    <w:rsid w:val="00FC32E8"/>
    <w:rsid w:val="00FC41DD"/>
    <w:rsid w:val="00FC5DE3"/>
    <w:rsid w:val="00FC7B45"/>
    <w:rsid w:val="00FC7BB3"/>
    <w:rsid w:val="00FD257D"/>
    <w:rsid w:val="00FD6413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FFB"/>
    <w:pPr>
      <w:jc w:val="both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List2">
    <w:name w:val="List 2"/>
    <w:basedOn w:val="Normal"/>
    <w:uiPriority w:val="99"/>
    <w:rsid w:val="00854DFD"/>
    <w:pPr>
      <w:spacing w:line="360" w:lineRule="auto"/>
      <w:ind w:firstLine="709"/>
      <w:jc w:val="left"/>
    </w:pPr>
  </w:style>
  <w:style w:type="paragraph" w:styleId="Header">
    <w:name w:val="header"/>
    <w:basedOn w:val="Normal"/>
    <w:link w:val="Head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7B3B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57B3B"/>
    <w:rPr>
      <w:rFonts w:ascii="Calibri" w:hAnsi="Calibri" w:cs="Calibri"/>
    </w:rPr>
  </w:style>
  <w:style w:type="paragraph" w:styleId="ListParagraph">
    <w:name w:val="List Paragraph"/>
    <w:basedOn w:val="Normal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">
    <w:name w:val="обычный_1 Знак Знак Знак Знак Знак Знак Знак Знак Знак"/>
    <w:basedOn w:val="Normal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564D9"/>
    <w:rPr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">
    <w:name w:val="Заголовок статьи"/>
    <w:basedOn w:val="Normal"/>
    <w:next w:val="Normal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0">
    <w:name w:val="Знак"/>
    <w:basedOn w:val="Normal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456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6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6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6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6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1232</TotalTime>
  <Pages>4</Pages>
  <Words>1602</Words>
  <Characters>9132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57</cp:revision>
  <cp:lastPrinted>2016-12-15T10:18:00Z</cp:lastPrinted>
  <dcterms:created xsi:type="dcterms:W3CDTF">2015-01-21T15:24:00Z</dcterms:created>
  <dcterms:modified xsi:type="dcterms:W3CDTF">2016-12-15T12:19:00Z</dcterms:modified>
</cp:coreProperties>
</file>